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B7D" w:rsidRPr="00D71B7D" w:rsidRDefault="00D71B7D">
      <w:pPr>
        <w:rPr>
          <w:b/>
          <w:sz w:val="32"/>
          <w:szCs w:val="32"/>
        </w:rPr>
      </w:pPr>
      <w:bookmarkStart w:id="0" w:name="_GoBack"/>
      <w:bookmarkEnd w:id="0"/>
      <w:proofErr w:type="spellStart"/>
      <w:r w:rsidRPr="00D71B7D">
        <w:rPr>
          <w:b/>
          <w:sz w:val="32"/>
          <w:szCs w:val="32"/>
        </w:rPr>
        <w:t>Benenden</w:t>
      </w:r>
      <w:proofErr w:type="spellEnd"/>
      <w:r w:rsidRPr="00D71B7D">
        <w:rPr>
          <w:b/>
          <w:sz w:val="32"/>
          <w:szCs w:val="32"/>
        </w:rPr>
        <w:t xml:space="preserve"> Wome</w:t>
      </w:r>
      <w:r w:rsidR="006138A9">
        <w:rPr>
          <w:b/>
          <w:sz w:val="32"/>
          <w:szCs w:val="32"/>
        </w:rPr>
        <w:t>n in Science and Engineering Conference</w:t>
      </w:r>
      <w:r w:rsidRPr="00D71B7D">
        <w:rPr>
          <w:b/>
          <w:sz w:val="32"/>
          <w:szCs w:val="32"/>
        </w:rPr>
        <w:t xml:space="preserve"> </w:t>
      </w:r>
      <w:r w:rsidR="006138A9">
        <w:rPr>
          <w:b/>
          <w:sz w:val="32"/>
          <w:szCs w:val="32"/>
        </w:rPr>
        <w:t xml:space="preserve"> </w:t>
      </w:r>
      <w:r w:rsidRPr="00D71B7D">
        <w:rPr>
          <w:b/>
          <w:sz w:val="32"/>
          <w:szCs w:val="32"/>
        </w:rPr>
        <w:t xml:space="preserve">October </w:t>
      </w:r>
      <w:r w:rsidR="006138A9">
        <w:rPr>
          <w:b/>
          <w:sz w:val="32"/>
          <w:szCs w:val="32"/>
        </w:rPr>
        <w:t>5</w:t>
      </w:r>
      <w:r w:rsidR="006138A9" w:rsidRPr="006138A9">
        <w:rPr>
          <w:b/>
          <w:sz w:val="32"/>
          <w:szCs w:val="32"/>
          <w:vertAlign w:val="superscript"/>
        </w:rPr>
        <w:t>th</w:t>
      </w:r>
      <w:r w:rsidR="006138A9">
        <w:rPr>
          <w:b/>
          <w:sz w:val="32"/>
          <w:szCs w:val="32"/>
        </w:rPr>
        <w:t xml:space="preserve"> 2016,</w:t>
      </w:r>
      <w:r w:rsidRPr="00D71B7D">
        <w:rPr>
          <w:b/>
          <w:sz w:val="32"/>
          <w:szCs w:val="32"/>
        </w:rPr>
        <w:t xml:space="preserve">in conjunction with the </w:t>
      </w:r>
      <w:r w:rsidR="006138A9">
        <w:rPr>
          <w:b/>
          <w:sz w:val="32"/>
          <w:szCs w:val="32"/>
        </w:rPr>
        <w:t xml:space="preserve">members of the WISE Campaign and the Royal Society of </w:t>
      </w:r>
      <w:r w:rsidR="002B4DE0">
        <w:rPr>
          <w:b/>
          <w:sz w:val="32"/>
          <w:szCs w:val="32"/>
        </w:rPr>
        <w:t>Chemistry</w:t>
      </w:r>
      <w:r w:rsidR="006138A9">
        <w:rPr>
          <w:b/>
          <w:sz w:val="32"/>
          <w:szCs w:val="32"/>
        </w:rPr>
        <w:t>.</w:t>
      </w:r>
    </w:p>
    <w:p w:rsidR="00D71B7D" w:rsidRPr="006138A9" w:rsidRDefault="00D71B7D">
      <w:pPr>
        <w:rPr>
          <w:sz w:val="32"/>
          <w:szCs w:val="32"/>
        </w:rPr>
      </w:pPr>
      <w:r w:rsidRPr="006138A9">
        <w:rPr>
          <w:sz w:val="32"/>
          <w:szCs w:val="32"/>
        </w:rPr>
        <w:t>Schedule of the day</w:t>
      </w:r>
    </w:p>
    <w:p w:rsidR="00D71B7D" w:rsidRDefault="00D71B7D">
      <w:r>
        <w:t>9.15am-9.50am arrival and registration</w:t>
      </w:r>
      <w:r w:rsidR="00B77731">
        <w:t xml:space="preserve"> </w:t>
      </w:r>
      <w:proofErr w:type="gramStart"/>
      <w:r w:rsidR="00B77731">
        <w:t>(</w:t>
      </w:r>
      <w:r>
        <w:t xml:space="preserve"> hall</w:t>
      </w:r>
      <w:proofErr w:type="gramEnd"/>
      <w:r>
        <w:t>)</w:t>
      </w:r>
    </w:p>
    <w:p w:rsidR="00D71B7D" w:rsidRDefault="00D71B7D">
      <w:r>
        <w:t>10.00am welcome and keynote opening speech</w:t>
      </w:r>
      <w:r w:rsidR="00946475">
        <w:t xml:space="preserve"> - Becky Parker OBE, Institute of research in schools/Simon Langton Grammar School.</w:t>
      </w:r>
      <w:r w:rsidR="00B77731">
        <w:t xml:space="preserve"> (</w:t>
      </w:r>
      <w:proofErr w:type="gramStart"/>
      <w:r w:rsidR="00B77731">
        <w:t>hall</w:t>
      </w:r>
      <w:proofErr w:type="gramEnd"/>
      <w:r w:rsidR="00B77731">
        <w:t>)</w:t>
      </w:r>
    </w:p>
    <w:p w:rsidR="00D71B7D" w:rsidRDefault="00D71B7D">
      <w:r>
        <w:t>11.00am-11.30am break and refreshments (hall)</w:t>
      </w:r>
    </w:p>
    <w:p w:rsidR="00D71B7D" w:rsidRDefault="00D71B7D">
      <w:proofErr w:type="gramStart"/>
      <w:r>
        <w:t>11.30am-12</w:t>
      </w:r>
      <w:r w:rsidR="00946475">
        <w:t>.30pm Panel question time - Members of the WISE board, IOP and RSC.</w:t>
      </w:r>
      <w:proofErr w:type="gramEnd"/>
      <w:r w:rsidR="00946475">
        <w:t xml:space="preserve"> (</w:t>
      </w:r>
      <w:proofErr w:type="gramStart"/>
      <w:r w:rsidR="00946475">
        <w:t>hall</w:t>
      </w:r>
      <w:proofErr w:type="gramEnd"/>
      <w:r w:rsidR="00946475">
        <w:t>)</w:t>
      </w:r>
    </w:p>
    <w:p w:rsidR="00D71B7D" w:rsidRDefault="00D71B7D">
      <w:r>
        <w:t>12.30pm-1.50pm Lunch and speed networking event</w:t>
      </w:r>
      <w:r w:rsidR="006138A9">
        <w:t xml:space="preserve"> including student Quiz</w:t>
      </w:r>
      <w:r>
        <w:t xml:space="preserve"> (science atrium)</w:t>
      </w:r>
    </w:p>
    <w:p w:rsidR="00D71B7D" w:rsidRDefault="00D71B7D">
      <w:r>
        <w:t>2.00pm-3.00pm s</w:t>
      </w:r>
      <w:r w:rsidR="00946475">
        <w:t>econd panel question time – Members of the WISE board, IOP, RSC.</w:t>
      </w:r>
    </w:p>
    <w:p w:rsidR="00D71B7D" w:rsidRDefault="00D71B7D">
      <w:r>
        <w:t>3.00pm-3.20pm refreshments (hall)</w:t>
      </w:r>
    </w:p>
    <w:p w:rsidR="00D71B7D" w:rsidRDefault="00D71B7D">
      <w:r>
        <w:t xml:space="preserve">3.30pm-4.15pm </w:t>
      </w:r>
      <w:r w:rsidR="00946475">
        <w:t xml:space="preserve">Closing speaker- Anne-Marie </w:t>
      </w:r>
      <w:proofErr w:type="spellStart"/>
      <w:r w:rsidR="00946475">
        <w:t>Amafadon</w:t>
      </w:r>
      <w:proofErr w:type="spellEnd"/>
      <w:r w:rsidR="00946475">
        <w:t xml:space="preserve"> </w:t>
      </w:r>
      <w:proofErr w:type="gramStart"/>
      <w:r w:rsidR="00946475">
        <w:t>-  Deutsche</w:t>
      </w:r>
      <w:proofErr w:type="gramEnd"/>
      <w:r w:rsidR="00946475">
        <w:t xml:space="preserve"> Bank – </w:t>
      </w:r>
      <w:proofErr w:type="spellStart"/>
      <w:r w:rsidR="00946475">
        <w:t>Stemettes</w:t>
      </w:r>
      <w:proofErr w:type="spellEnd"/>
      <w:r w:rsidR="00946475">
        <w:t>. (hall)</w:t>
      </w:r>
    </w:p>
    <w:p w:rsidR="00D71B7D" w:rsidRDefault="00D71B7D">
      <w:r>
        <w:t>4.15pm onwards- tours of the science centre and campus available by request.</w:t>
      </w:r>
    </w:p>
    <w:p w:rsidR="00D71B7D" w:rsidRDefault="00D71B7D"/>
    <w:p w:rsidR="00D71B7D" w:rsidRDefault="00D71B7D"/>
    <w:p w:rsidR="00D71B7D" w:rsidRDefault="00D71B7D"/>
    <w:sectPr w:rsidR="00D71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B7D"/>
    <w:rsid w:val="001E78BE"/>
    <w:rsid w:val="002B4DE0"/>
    <w:rsid w:val="006138A9"/>
    <w:rsid w:val="0063769F"/>
    <w:rsid w:val="00946475"/>
    <w:rsid w:val="00B77731"/>
    <w:rsid w:val="00D71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71AD69C2</Template>
  <TotalTime>0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Benenden School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Susan (SJHA)</dc:creator>
  <cp:lastModifiedBy>Foster,Jo</cp:lastModifiedBy>
  <cp:revision>2</cp:revision>
  <dcterms:created xsi:type="dcterms:W3CDTF">2016-08-31T09:14:00Z</dcterms:created>
  <dcterms:modified xsi:type="dcterms:W3CDTF">2016-08-31T09:14:00Z</dcterms:modified>
</cp:coreProperties>
</file>